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3C5356" w:rsidRDefault="003C5356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4172EC">
              <w:rPr>
                <w:rFonts w:asciiTheme="minorHAnsi" w:hAnsiTheme="minorHAnsi" w:cstheme="minorHAnsi"/>
                <w:b/>
                <w:bCs/>
              </w:rPr>
              <w:t>CER3S1NCEN</w:t>
            </w:r>
          </w:p>
        </w:tc>
      </w:tr>
      <w:tr w:rsidR="003C5356" w:rsidRPr="00DC7F1F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für Beutel </w:t>
            </w:r>
          </w:p>
        </w:tc>
      </w:tr>
      <w:tr w:rsidR="003C5356" w:rsidRPr="00DC7F1F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3C5356" w:rsidRPr="00BE6E0E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3C5356" w:rsidRDefault="003C5356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3C5356" w:rsidRPr="00986C54" w:rsidRDefault="00236ECA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Wandauslauf</w:t>
            </w: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3C5356" w:rsidRPr="00986C54" w:rsidRDefault="00E22E9D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Beutel</w:t>
            </w: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Englisch</w:t>
            </w:r>
          </w:p>
        </w:tc>
      </w:tr>
      <w:tr w:rsidR="003C5356" w:rsidRPr="00DC7F1F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</w:t>
            </w:r>
            <w:r w:rsidR="00236ECA">
              <w:rPr>
                <w:rFonts w:asciiTheme="minorHAnsi" w:hAnsiTheme="minorHAnsi" w:cstheme="minorHAnsi"/>
                <w:lang w:val="de-DE"/>
              </w:rPr>
              <w:t>nd</w:t>
            </w:r>
            <w:r w:rsidRPr="00986C54">
              <w:rPr>
                <w:rFonts w:asciiTheme="minorHAnsi" w:hAnsiTheme="minorHAnsi" w:cstheme="minorHAnsi"/>
                <w:lang w:val="de-DE"/>
              </w:rPr>
              <w:t>armatur mit integriertem Spender für Seife und Desinfektion.</w:t>
            </w:r>
          </w:p>
        </w:tc>
      </w:tr>
      <w:tr w:rsidR="003C5356" w:rsidRPr="00DC7F1F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 Edelstahl gebürstet</w:t>
            </w: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3C5356" w:rsidRPr="00986C54" w:rsidRDefault="00E22E9D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3C5356"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3C5356" w:rsidRPr="00986C54" w:rsidRDefault="00E22E9D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3C5356"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C5356" w:rsidRPr="00DC7F1F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986C54">
              <w:rPr>
                <w:rFonts w:asciiTheme="minorHAnsi" w:hAnsiTheme="minorHAnsi" w:cstheme="minorHAnsi"/>
                <w:lang w:val="de-DE"/>
              </w:rPr>
              <w:t>: Spendet berührungslos Wasser, Seife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 Desinfektion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3C5356" w:rsidRPr="00DC7F1F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3C5356" w:rsidRPr="00986C54" w:rsidRDefault="00236ECA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Wandauslauf </w:t>
            </w:r>
            <w:r w:rsidR="003C5356" w:rsidRPr="00986C54">
              <w:rPr>
                <w:rFonts w:asciiTheme="minorHAnsi" w:hAnsiTheme="minorHAnsi" w:cstheme="minorHAnsi"/>
                <w:lang w:val="de-DE"/>
              </w:rPr>
              <w:t>inkl. Elektronik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DC7F1F">
              <w:rPr>
                <w:rFonts w:asciiTheme="minorHAnsi" w:hAnsiTheme="minorHAnsi" w:cstheme="minorHAnsi"/>
                <w:lang w:val="de-DE"/>
              </w:rPr>
              <w:t>ss</w:t>
            </w:r>
            <w:r w:rsidRPr="00986C54">
              <w:rPr>
                <w:rFonts w:asciiTheme="minorHAnsi" w:hAnsiTheme="minorHAnsi" w:cstheme="minorHAnsi"/>
                <w:lang w:val="de-DE"/>
              </w:rPr>
              <w:t>erb</w:t>
            </w:r>
            <w:bookmarkStart w:id="0" w:name="_GoBack"/>
            <w:bookmarkEnd w:id="0"/>
            <w:r w:rsidRPr="00986C54">
              <w:rPr>
                <w:rFonts w:asciiTheme="minorHAnsi" w:hAnsiTheme="minorHAnsi" w:cstheme="minorHAnsi"/>
                <w:lang w:val="de-DE"/>
              </w:rPr>
              <w:t>ox inkl. Elektronik und Magnetventil</w:t>
            </w:r>
          </w:p>
          <w:p w:rsidR="003C5356" w:rsidRPr="00986C54" w:rsidRDefault="00E22E9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Beutel</w:t>
            </w:r>
            <w:r w:rsidR="003C5356" w:rsidRPr="00986C54">
              <w:rPr>
                <w:rFonts w:asciiTheme="minorHAnsi" w:hAnsiTheme="minorHAnsi" w:cstheme="minorHAnsi"/>
                <w:lang w:val="de-DE"/>
              </w:rPr>
              <w:t xml:space="preserve"> mit Seife und Desinfektionsmittel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</w:t>
            </w:r>
            <w:r w:rsidR="00236ECA">
              <w:rPr>
                <w:rFonts w:asciiTheme="minorHAnsi" w:hAnsiTheme="minorHAnsi" w:cstheme="minorHAnsi"/>
                <w:lang w:val="de-DE"/>
              </w:rPr>
              <w:t>nd</w:t>
            </w:r>
            <w:r w:rsidRPr="00986C54">
              <w:rPr>
                <w:rFonts w:asciiTheme="minorHAnsi" w:hAnsiTheme="minorHAnsi" w:cstheme="minorHAnsi"/>
                <w:lang w:val="de-DE"/>
              </w:rPr>
              <w:t>montage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3C5356" w:rsidRDefault="003C5356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6CB" w:rsidRDefault="006816CB" w:rsidP="00187130">
      <w:pPr>
        <w:spacing w:line="240" w:lineRule="auto"/>
      </w:pPr>
      <w:r>
        <w:separator/>
      </w:r>
    </w:p>
  </w:endnote>
  <w:endnote w:type="continuationSeparator" w:id="0">
    <w:p w:rsidR="006816CB" w:rsidRDefault="006816CB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E22E9D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BE6E0E">
            <w:rPr>
              <w:sz w:val="16"/>
              <w:szCs w:val="16"/>
            </w:rPr>
            <w:fldChar w:fldCharType="begin"/>
          </w:r>
          <w:r w:rsidR="00BE6E0E">
            <w:rPr>
              <w:sz w:val="16"/>
              <w:szCs w:val="16"/>
              <w:lang w:val="de-DE"/>
            </w:rPr>
            <w:instrText xml:space="preserve"> TIME \@ "dd.MM.yyyy" </w:instrText>
          </w:r>
          <w:r w:rsidR="00BE6E0E">
            <w:rPr>
              <w:sz w:val="16"/>
              <w:szCs w:val="16"/>
            </w:rPr>
            <w:fldChar w:fldCharType="separate"/>
          </w:r>
          <w:r w:rsidR="00DC7F1F">
            <w:rPr>
              <w:noProof/>
              <w:sz w:val="16"/>
              <w:szCs w:val="16"/>
              <w:lang w:val="de-DE"/>
            </w:rPr>
            <w:t>27.01.2020</w:t>
          </w:r>
          <w:r w:rsidR="00BE6E0E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E22E9D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E22E9D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6CB" w:rsidRDefault="006816CB" w:rsidP="00187130">
      <w:pPr>
        <w:spacing w:line="240" w:lineRule="auto"/>
      </w:pPr>
      <w:r>
        <w:separator/>
      </w:r>
    </w:p>
  </w:footnote>
  <w:footnote w:type="continuationSeparator" w:id="0">
    <w:p w:rsidR="006816CB" w:rsidRDefault="006816CB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6579A"/>
    <w:rsid w:val="00187130"/>
    <w:rsid w:val="00236ECA"/>
    <w:rsid w:val="00283DCF"/>
    <w:rsid w:val="00311054"/>
    <w:rsid w:val="003C5356"/>
    <w:rsid w:val="004879BA"/>
    <w:rsid w:val="004E5BA6"/>
    <w:rsid w:val="004F6ABC"/>
    <w:rsid w:val="00520B84"/>
    <w:rsid w:val="006816CB"/>
    <w:rsid w:val="006F3CB6"/>
    <w:rsid w:val="00736F17"/>
    <w:rsid w:val="008A348D"/>
    <w:rsid w:val="008B327F"/>
    <w:rsid w:val="008D6316"/>
    <w:rsid w:val="00921DEB"/>
    <w:rsid w:val="00967D7A"/>
    <w:rsid w:val="00A87852"/>
    <w:rsid w:val="00B32D1F"/>
    <w:rsid w:val="00BE6E0E"/>
    <w:rsid w:val="00CE4B09"/>
    <w:rsid w:val="00D3408D"/>
    <w:rsid w:val="00DC7F1F"/>
    <w:rsid w:val="00E22E9D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C570EC4"/>
  <w15:docId w15:val="{5D9AB339-27EE-48FE-A9D2-53BBBC88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152</Words>
  <Characters>1154</Characters>
  <Application>Microsoft Office Word</Application>
  <DocSecurity>0</DocSecurity>
  <Lines>67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2015-05-21T07:17:00Z</dcterms:created>
  <dcterms:modified xsi:type="dcterms:W3CDTF">2020-01-27T14:09:00Z</dcterms:modified>
</cp:coreProperties>
</file>